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6905E5"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附件1</w:t>
      </w:r>
    </w:p>
    <w:p w14:paraId="7AD4BF3B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校级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优秀教学团队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验收名单</w:t>
      </w:r>
    </w:p>
    <w:p w14:paraId="266DC95E">
      <w:pPr>
        <w:jc w:val="both"/>
        <w:rPr>
          <w:rFonts w:hint="eastAsia" w:ascii="方正小标宋简体" w:hAnsi="方正小标宋简体" w:eastAsia="方正小标宋简体" w:cs="方正小标宋简体"/>
          <w:sz w:val="13"/>
          <w:szCs w:val="13"/>
        </w:rPr>
      </w:pPr>
    </w:p>
    <w:tbl>
      <w:tblPr>
        <w:tblStyle w:val="4"/>
        <w:tblW w:w="97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"/>
        <w:gridCol w:w="4187"/>
        <w:gridCol w:w="1260"/>
        <w:gridCol w:w="1913"/>
        <w:gridCol w:w="1470"/>
      </w:tblGrid>
      <w:tr w14:paraId="44E27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7" w:type="dxa"/>
            <w:vAlign w:val="center"/>
          </w:tcPr>
          <w:p w14:paraId="2A558C27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4187" w:type="dxa"/>
            <w:vAlign w:val="center"/>
          </w:tcPr>
          <w:p w14:paraId="79985BC4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团队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名称</w:t>
            </w:r>
          </w:p>
        </w:tc>
        <w:tc>
          <w:tcPr>
            <w:tcW w:w="1260" w:type="dxa"/>
            <w:vAlign w:val="center"/>
          </w:tcPr>
          <w:p w14:paraId="1E700800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负责人</w:t>
            </w:r>
          </w:p>
        </w:tc>
        <w:tc>
          <w:tcPr>
            <w:tcW w:w="1913" w:type="dxa"/>
            <w:vAlign w:val="center"/>
          </w:tcPr>
          <w:p w14:paraId="62BF2FFB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所属单位</w:t>
            </w:r>
          </w:p>
        </w:tc>
        <w:tc>
          <w:tcPr>
            <w:tcW w:w="1470" w:type="dxa"/>
            <w:vAlign w:val="center"/>
          </w:tcPr>
          <w:p w14:paraId="1A5AB4EF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立项时间</w:t>
            </w:r>
          </w:p>
        </w:tc>
      </w:tr>
      <w:tr w14:paraId="48C30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7" w:type="dxa"/>
            <w:vAlign w:val="center"/>
          </w:tcPr>
          <w:p w14:paraId="558A25A9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1</w:t>
            </w:r>
          </w:p>
        </w:tc>
        <w:tc>
          <w:tcPr>
            <w:tcW w:w="4187" w:type="dxa"/>
            <w:shd w:val="clear" w:color="auto" w:fill="auto"/>
            <w:vAlign w:val="center"/>
          </w:tcPr>
          <w:p w14:paraId="1E5C1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建筑学专业教学团队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7FDF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董峻岩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24B86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工学院</w:t>
            </w:r>
          </w:p>
        </w:tc>
        <w:tc>
          <w:tcPr>
            <w:tcW w:w="1470" w:type="dxa"/>
            <w:vAlign w:val="center"/>
          </w:tcPr>
          <w:p w14:paraId="69736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2020年</w:t>
            </w:r>
          </w:p>
        </w:tc>
      </w:tr>
      <w:tr w14:paraId="6C2C4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37" w:type="dxa"/>
            <w:vAlign w:val="center"/>
          </w:tcPr>
          <w:p w14:paraId="4E522D92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4187" w:type="dxa"/>
            <w:shd w:val="clear" w:color="auto" w:fill="auto"/>
            <w:vAlign w:val="center"/>
          </w:tcPr>
          <w:p w14:paraId="7FCCB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大学英语A级班教学团队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00B0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孙光宇</w:t>
            </w:r>
            <w:bookmarkStart w:id="0" w:name="_GoBack"/>
            <w:bookmarkEnd w:id="0"/>
          </w:p>
        </w:tc>
        <w:tc>
          <w:tcPr>
            <w:tcW w:w="1913" w:type="dxa"/>
            <w:shd w:val="clear" w:color="auto" w:fill="auto"/>
            <w:vAlign w:val="center"/>
          </w:tcPr>
          <w:p w14:paraId="2442C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基础部</w:t>
            </w:r>
          </w:p>
        </w:tc>
        <w:tc>
          <w:tcPr>
            <w:tcW w:w="1470" w:type="dxa"/>
            <w:vAlign w:val="center"/>
          </w:tcPr>
          <w:p w14:paraId="0E769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2020年</w:t>
            </w:r>
          </w:p>
        </w:tc>
      </w:tr>
      <w:tr w14:paraId="37971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7" w:type="dxa"/>
            <w:vAlign w:val="center"/>
          </w:tcPr>
          <w:p w14:paraId="27A589EB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4187" w:type="dxa"/>
            <w:shd w:val="clear" w:color="auto" w:fill="auto"/>
            <w:vAlign w:val="center"/>
          </w:tcPr>
          <w:p w14:paraId="2323D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《旅游地理学》教学团队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60EA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蔡维英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3AEA5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旅游文化学院</w:t>
            </w:r>
          </w:p>
        </w:tc>
        <w:tc>
          <w:tcPr>
            <w:tcW w:w="1470" w:type="dxa"/>
            <w:vAlign w:val="center"/>
          </w:tcPr>
          <w:p w14:paraId="7F542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2020年</w:t>
            </w:r>
          </w:p>
        </w:tc>
      </w:tr>
      <w:tr w14:paraId="6AFCC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7" w:type="dxa"/>
            <w:vAlign w:val="center"/>
          </w:tcPr>
          <w:p w14:paraId="70A35948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4187" w:type="dxa"/>
            <w:shd w:val="clear" w:color="auto" w:fill="auto"/>
            <w:vAlign w:val="center"/>
          </w:tcPr>
          <w:p w14:paraId="70DB2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《中国近现代史纲要》教学团队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73BA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  新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4E5F9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马克思主义学院</w:t>
            </w:r>
          </w:p>
        </w:tc>
        <w:tc>
          <w:tcPr>
            <w:tcW w:w="1470" w:type="dxa"/>
            <w:vAlign w:val="center"/>
          </w:tcPr>
          <w:p w14:paraId="59516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2020年</w:t>
            </w:r>
          </w:p>
        </w:tc>
      </w:tr>
      <w:tr w14:paraId="3F8CD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7" w:type="dxa"/>
            <w:vAlign w:val="center"/>
          </w:tcPr>
          <w:p w14:paraId="7FC1673C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4187" w:type="dxa"/>
            <w:shd w:val="clear" w:color="auto" w:fill="auto"/>
            <w:vAlign w:val="center"/>
          </w:tcPr>
          <w:p w14:paraId="6B71B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《服装结构设计与工艺》教学团队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EC90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  健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2E36C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</w:t>
            </w:r>
          </w:p>
        </w:tc>
        <w:tc>
          <w:tcPr>
            <w:tcW w:w="1470" w:type="dxa"/>
            <w:vAlign w:val="center"/>
          </w:tcPr>
          <w:p w14:paraId="350DB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2020年</w:t>
            </w:r>
          </w:p>
        </w:tc>
      </w:tr>
      <w:tr w14:paraId="79F10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7" w:type="dxa"/>
            <w:vAlign w:val="center"/>
          </w:tcPr>
          <w:p w14:paraId="65B42DC1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4187" w:type="dxa"/>
            <w:shd w:val="clear" w:color="auto" w:fill="auto"/>
            <w:vAlign w:val="center"/>
          </w:tcPr>
          <w:p w14:paraId="57C56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专业基础教学团队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4AC0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张国荣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0B4A6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商学院</w:t>
            </w:r>
          </w:p>
        </w:tc>
        <w:tc>
          <w:tcPr>
            <w:tcW w:w="1470" w:type="dxa"/>
            <w:vAlign w:val="center"/>
          </w:tcPr>
          <w:p w14:paraId="39C77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2019年</w:t>
            </w:r>
          </w:p>
        </w:tc>
      </w:tr>
    </w:tbl>
    <w:p w14:paraId="2159940E">
      <w:pPr>
        <w:rPr>
          <w:rFonts w:ascii="仿宋_GB2312" w:hAnsi="仿宋_GB2312" w:eastAsia="仿宋_GB2312" w:cs="仿宋_GB2312"/>
          <w:sz w:val="32"/>
          <w:szCs w:val="32"/>
        </w:rPr>
      </w:pPr>
    </w:p>
    <w:p w14:paraId="7E7D16CD"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RhNWYyOGExNGE2NDc5ZThlN2RiM2ExMDZjMzgwODgifQ=="/>
  </w:docVars>
  <w:rsids>
    <w:rsidRoot w:val="56F879FB"/>
    <w:rsid w:val="00350C73"/>
    <w:rsid w:val="00543238"/>
    <w:rsid w:val="00652143"/>
    <w:rsid w:val="007648DB"/>
    <w:rsid w:val="009067FA"/>
    <w:rsid w:val="00962CD3"/>
    <w:rsid w:val="00CC446E"/>
    <w:rsid w:val="03D0397E"/>
    <w:rsid w:val="06323807"/>
    <w:rsid w:val="095721A8"/>
    <w:rsid w:val="0EDC5CE1"/>
    <w:rsid w:val="126D018D"/>
    <w:rsid w:val="15344C7C"/>
    <w:rsid w:val="1985589C"/>
    <w:rsid w:val="1AF676F3"/>
    <w:rsid w:val="1E3E6959"/>
    <w:rsid w:val="1FB34F57"/>
    <w:rsid w:val="241C2111"/>
    <w:rsid w:val="24CE57D2"/>
    <w:rsid w:val="25585959"/>
    <w:rsid w:val="27BE40D8"/>
    <w:rsid w:val="2B2F42C7"/>
    <w:rsid w:val="2FBF58EF"/>
    <w:rsid w:val="325C0451"/>
    <w:rsid w:val="40095BC8"/>
    <w:rsid w:val="427318D4"/>
    <w:rsid w:val="433D5FEF"/>
    <w:rsid w:val="45B45D92"/>
    <w:rsid w:val="51CF0978"/>
    <w:rsid w:val="53C1482D"/>
    <w:rsid w:val="55266991"/>
    <w:rsid w:val="56F879FB"/>
    <w:rsid w:val="58D62442"/>
    <w:rsid w:val="5B7D5AE7"/>
    <w:rsid w:val="64BF1AD7"/>
    <w:rsid w:val="66A61647"/>
    <w:rsid w:val="68F36BA0"/>
    <w:rsid w:val="694D0FDB"/>
    <w:rsid w:val="6C415E16"/>
    <w:rsid w:val="6CF87573"/>
    <w:rsid w:val="6D535020"/>
    <w:rsid w:val="705663BE"/>
    <w:rsid w:val="7EB167E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160</Words>
  <Characters>178</Characters>
  <Lines>1</Lines>
  <Paragraphs>1</Paragraphs>
  <TotalTime>7</TotalTime>
  <ScaleCrop>false</ScaleCrop>
  <LinksUpToDate>false</LinksUpToDate>
  <CharactersWithSpaces>182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2018-10-30T02:00:00Z</dcterms:created>
  <dc:creator>Administrator</dc:creator>
  <cp:lastModifiedBy>畔畔</cp:lastModifiedBy>
  <cp:lastPrinted>2022-11-18T05:19:00Z</cp:lastPrinted>
  <dcterms:modified xsi:type="dcterms:W3CDTF">2024-11-13T01:37:10Z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BC3B0E8F1FD24FAD90735395B555DB90</vt:lpwstr>
  </property>
</Properties>
</file>